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2E" w:rsidRPr="007B6630" w:rsidRDefault="008C112E" w:rsidP="007B6630">
      <w:pPr>
        <w:jc w:val="center"/>
        <w:rPr>
          <w:rFonts w:ascii="Times New Roman" w:hAnsi="Times New Roman"/>
          <w:b/>
          <w:sz w:val="24"/>
          <w:szCs w:val="24"/>
        </w:rPr>
      </w:pPr>
      <w:r w:rsidRPr="007B6630">
        <w:rPr>
          <w:rFonts w:ascii="Times New Roman" w:hAnsi="Times New Roman"/>
          <w:b/>
          <w:sz w:val="24"/>
          <w:szCs w:val="24"/>
        </w:rPr>
        <w:t>Сведения об исполнении бюджета муниципального образования по расходам в разрезе муниципальных программ в сравнении с запланированными значениями на соответствующий период (финансовый год) и в сравнении с соответствующим периодом прошлого года (по состоянию на 01.04.202</w:t>
      </w:r>
      <w:r>
        <w:rPr>
          <w:rFonts w:ascii="Times New Roman" w:hAnsi="Times New Roman"/>
          <w:b/>
          <w:sz w:val="24"/>
          <w:szCs w:val="24"/>
        </w:rPr>
        <w:t>2</w:t>
      </w:r>
      <w:r w:rsidRPr="007B6630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14029" w:type="dxa"/>
        <w:tblLayout w:type="fixed"/>
        <w:tblLook w:val="00A0"/>
      </w:tblPr>
      <w:tblGrid>
        <w:gridCol w:w="7225"/>
        <w:gridCol w:w="1559"/>
        <w:gridCol w:w="1559"/>
        <w:gridCol w:w="1134"/>
        <w:gridCol w:w="1418"/>
        <w:gridCol w:w="1134"/>
      </w:tblGrid>
      <w:tr w:rsidR="008C112E" w:rsidRPr="000438A0" w:rsidTr="007D3CE7">
        <w:trPr>
          <w:trHeight w:val="120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Утвержденные бюджетные назначения на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год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01.04.202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выполнения плана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01.04.2021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Темп роста к соответствующему периоду </w:t>
            </w:r>
            <w:r w:rsidRPr="00D373F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года, %</w:t>
            </w:r>
          </w:p>
        </w:tc>
      </w:tr>
      <w:tr w:rsidR="008C112E" w:rsidRPr="000438A0" w:rsidTr="007D3CE7">
        <w:trPr>
          <w:trHeight w:val="40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Здравоохранение»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</w:tr>
      <w:tr w:rsidR="008C112E" w:rsidRPr="000438A0" w:rsidTr="007D3CE7">
        <w:trPr>
          <w:trHeight w:val="282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«Культура»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152 656,64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26 260,95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24 591,66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106,79</w:t>
            </w:r>
          </w:p>
        </w:tc>
      </w:tr>
      <w:tr w:rsidR="008C112E" w:rsidRPr="000438A0" w:rsidTr="007D3CE7">
        <w:trPr>
          <w:trHeight w:val="272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784 621,35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109 900,32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107 673,86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102,07</w:t>
            </w:r>
          </w:p>
        </w:tc>
      </w:tr>
      <w:tr w:rsidR="008C112E" w:rsidRPr="000438A0" w:rsidTr="007D3CE7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47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защита населения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46 619,20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8 918,22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9 242,58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96,49</w:t>
            </w:r>
          </w:p>
        </w:tc>
      </w:tr>
      <w:tr w:rsidR="008C112E" w:rsidRPr="000438A0" w:rsidTr="007D3CE7">
        <w:trPr>
          <w:trHeight w:val="26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Спорт»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113 127,04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18 162,75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16 591,37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109,47</w:t>
            </w:r>
          </w:p>
        </w:tc>
      </w:tr>
      <w:tr w:rsidR="008C112E" w:rsidRPr="000438A0" w:rsidTr="007D3CE7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66 468,47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227,07</w:t>
            </w:r>
          </w:p>
        </w:tc>
      </w:tr>
      <w:tr w:rsidR="008C112E" w:rsidRPr="000438A0" w:rsidTr="007D3CE7">
        <w:trPr>
          <w:trHeight w:val="37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«Экология и окружающая среда»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25 357,60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1 303,11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12,28</w:t>
            </w:r>
          </w:p>
        </w:tc>
      </w:tr>
      <w:tr w:rsidR="008C112E" w:rsidRPr="000438A0" w:rsidTr="007D3CE7">
        <w:trPr>
          <w:trHeight w:val="42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Безопасность и обеспечение безопасности жизнедеятельности населения»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58 878,16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5 179,31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2 620,01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197,68</w:t>
            </w:r>
          </w:p>
        </w:tc>
      </w:tr>
      <w:tr w:rsidR="008C112E" w:rsidRPr="000438A0" w:rsidTr="007D3CE7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«Жилище»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7 581,00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1 389,32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3527,09</w:t>
            </w:r>
          </w:p>
        </w:tc>
      </w:tr>
      <w:tr w:rsidR="008C112E" w:rsidRPr="000438A0" w:rsidTr="007D3CE7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инженерной инфра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структуры и энергоэффективности»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351 486,66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23 848,09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3 048,88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782,19</w:t>
            </w:r>
          </w:p>
        </w:tc>
      </w:tr>
      <w:tr w:rsidR="008C112E" w:rsidRPr="000438A0" w:rsidTr="007D3CE7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«Предпринимательство»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C112E" w:rsidRPr="000438A0" w:rsidTr="007D3CE7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имущес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твом и муниципальными финансами»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285 395,38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49 051,71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47 272,13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103,76</w:t>
            </w:r>
          </w:p>
        </w:tc>
      </w:tr>
      <w:tr w:rsidR="008C112E" w:rsidRPr="000438A0" w:rsidTr="007D3CE7">
        <w:trPr>
          <w:trHeight w:val="98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институтов гражданского общества, повышение эффективности местного самоуправления и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реализации молодежной политики»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14 881,04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1 362,35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101,66</w:t>
            </w:r>
          </w:p>
        </w:tc>
      </w:tr>
      <w:tr w:rsidR="008C112E" w:rsidRPr="000438A0" w:rsidTr="007D3CE7">
        <w:trPr>
          <w:trHeight w:val="60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функционирование дорожно-транспортного комплекса»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146 225,80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27 085,30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15 725,68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172,24</w:t>
            </w:r>
          </w:p>
        </w:tc>
      </w:tr>
      <w:tr w:rsidR="008C112E" w:rsidRPr="000438A0" w:rsidTr="007D3CE7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Циф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ровое муниципальное 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53 874,80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10 930,69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9 442,92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115,76</w:t>
            </w:r>
          </w:p>
        </w:tc>
      </w:tr>
      <w:tr w:rsidR="008C112E" w:rsidRPr="000438A0" w:rsidTr="007D3CE7">
        <w:trPr>
          <w:trHeight w:val="33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рхитектура и градостроительство»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12 994,00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176,03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22,71</w:t>
            </w:r>
          </w:p>
        </w:tc>
      </w:tr>
      <w:tr w:rsidR="008C112E" w:rsidRPr="000438A0" w:rsidTr="007D3CE7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совреме</w:t>
            </w: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нной комфортной городской среды»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455 534,17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31 059,66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23 922,23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129,84</w:t>
            </w:r>
          </w:p>
        </w:tc>
      </w:tr>
      <w:tr w:rsidR="008C112E" w:rsidRPr="000438A0" w:rsidTr="007D3CE7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7B6630" w:rsidRDefault="008C112E" w:rsidP="007B1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7B6630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22 961,00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7B6630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7B6630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7B6630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7B6630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C112E" w:rsidRPr="000438A0" w:rsidTr="007D3CE7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2E" w:rsidRPr="00D373FE" w:rsidRDefault="008C112E" w:rsidP="00D373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муниципальным программам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2 599 501,31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313 506,46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EB5E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257 117,97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2E" w:rsidRPr="00D373FE" w:rsidRDefault="008C112E" w:rsidP="007B6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121,93</w:t>
            </w:r>
          </w:p>
        </w:tc>
      </w:tr>
    </w:tbl>
    <w:p w:rsidR="008C112E" w:rsidRPr="007B6630" w:rsidRDefault="008C112E">
      <w:pPr>
        <w:rPr>
          <w:rFonts w:ascii="Times New Roman" w:hAnsi="Times New Roman"/>
          <w:sz w:val="24"/>
          <w:szCs w:val="24"/>
        </w:rPr>
      </w:pPr>
    </w:p>
    <w:sectPr w:rsidR="008C112E" w:rsidRPr="007B6630" w:rsidSect="00D373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262"/>
    <w:rsid w:val="0000037C"/>
    <w:rsid w:val="000438A0"/>
    <w:rsid w:val="000E498D"/>
    <w:rsid w:val="00110003"/>
    <w:rsid w:val="00294BCA"/>
    <w:rsid w:val="002B7262"/>
    <w:rsid w:val="00301BF6"/>
    <w:rsid w:val="00464FAD"/>
    <w:rsid w:val="004775FE"/>
    <w:rsid w:val="005D0A99"/>
    <w:rsid w:val="007702D4"/>
    <w:rsid w:val="007B1C11"/>
    <w:rsid w:val="007B6630"/>
    <w:rsid w:val="007D3CE7"/>
    <w:rsid w:val="008C112E"/>
    <w:rsid w:val="0090515A"/>
    <w:rsid w:val="00983804"/>
    <w:rsid w:val="00C216CD"/>
    <w:rsid w:val="00D373FE"/>
    <w:rsid w:val="00D633F3"/>
    <w:rsid w:val="00EB5EC8"/>
    <w:rsid w:val="00EB7196"/>
    <w:rsid w:val="00FA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98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13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2</Pages>
  <Words>371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Нина</cp:lastModifiedBy>
  <cp:revision>7</cp:revision>
  <dcterms:created xsi:type="dcterms:W3CDTF">2021-09-27T06:10:00Z</dcterms:created>
  <dcterms:modified xsi:type="dcterms:W3CDTF">2022-07-13T13:14:00Z</dcterms:modified>
</cp:coreProperties>
</file>